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98"/>
        <w:gridCol w:w="2297"/>
        <w:gridCol w:w="5803"/>
      </w:tblGrid>
      <w:tr w:rsidR="00757AC7" w:rsidRPr="00B0544D" w14:paraId="21D6ECFC" w14:textId="77777777" w:rsidTr="009027D5">
        <w:tc>
          <w:tcPr>
            <w:tcW w:w="1398" w:type="dxa"/>
          </w:tcPr>
          <w:p w14:paraId="74890855" w14:textId="77777777" w:rsidR="00757AC7" w:rsidRPr="00BF5CB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BF5CBE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297" w:type="dxa"/>
          </w:tcPr>
          <w:p w14:paraId="4811A3E2" w14:textId="77777777" w:rsidR="00757AC7" w:rsidRPr="00BF5CB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BF5CB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03" w:type="dxa"/>
          </w:tcPr>
          <w:p w14:paraId="67C8EA71" w14:textId="77777777" w:rsidR="00757AC7" w:rsidRPr="00BF5CBE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BF5CB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B90846" w:rsidRPr="00B0544D" w14:paraId="225638B1" w14:textId="77777777" w:rsidTr="009027D5">
        <w:tc>
          <w:tcPr>
            <w:tcW w:w="1398" w:type="dxa"/>
          </w:tcPr>
          <w:p w14:paraId="16066E96" w14:textId="6E33D4A5" w:rsidR="00B90846" w:rsidRPr="00B90846" w:rsidRDefault="00032D54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01241850</w:t>
            </w:r>
          </w:p>
        </w:tc>
        <w:tc>
          <w:tcPr>
            <w:tcW w:w="2297" w:type="dxa"/>
          </w:tcPr>
          <w:p w14:paraId="0FCD2804" w14:textId="3728B5AE" w:rsidR="00B90846" w:rsidRPr="00B90846" w:rsidRDefault="00310D11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3/8"</w:t>
            </w:r>
          </w:p>
        </w:tc>
        <w:tc>
          <w:tcPr>
            <w:tcW w:w="5803" w:type="dxa"/>
          </w:tcPr>
          <w:p w14:paraId="0C25B131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1D0B6EE8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C84EBC8" w14:textId="5AAA8668" w:rsidR="00B90846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3/8" o equivalente.</w:t>
            </w:r>
          </w:p>
        </w:tc>
      </w:tr>
      <w:tr w:rsidR="00310D11" w:rsidRPr="00B0544D" w14:paraId="5A0EA408" w14:textId="77777777" w:rsidTr="009027D5">
        <w:tc>
          <w:tcPr>
            <w:tcW w:w="1398" w:type="dxa"/>
          </w:tcPr>
          <w:p w14:paraId="1D863111" w14:textId="5984D255" w:rsidR="00310D11" w:rsidRPr="00B90846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01241852</w:t>
            </w:r>
          </w:p>
        </w:tc>
        <w:tc>
          <w:tcPr>
            <w:tcW w:w="2297" w:type="dxa"/>
          </w:tcPr>
          <w:p w14:paraId="40151C63" w14:textId="78EEBC2C" w:rsidR="00310D11" w:rsidRPr="00B90846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sz w:val="20"/>
              </w:rPr>
              <w:t>1/2</w:t>
            </w:r>
            <w:r w:rsidRPr="00310D11">
              <w:rPr>
                <w:rFonts w:ascii="Poppins" w:hAnsi="Poppins" w:cs="Poppins"/>
                <w:sz w:val="20"/>
              </w:rPr>
              <w:t>"</w:t>
            </w:r>
          </w:p>
        </w:tc>
        <w:tc>
          <w:tcPr>
            <w:tcW w:w="5803" w:type="dxa"/>
          </w:tcPr>
          <w:p w14:paraId="16572D57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29732478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4EED92F" w14:textId="61BE7F08" w:rsidR="00310D11" w:rsidRPr="000A4E2B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310D11" w:rsidRPr="00B0544D" w14:paraId="6CBBEC69" w14:textId="77777777" w:rsidTr="009027D5">
        <w:tc>
          <w:tcPr>
            <w:tcW w:w="1398" w:type="dxa"/>
          </w:tcPr>
          <w:p w14:paraId="29476410" w14:textId="16F4668F" w:rsidR="00310D11" w:rsidRPr="00B90846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01241854</w:t>
            </w:r>
          </w:p>
        </w:tc>
        <w:tc>
          <w:tcPr>
            <w:tcW w:w="2297" w:type="dxa"/>
          </w:tcPr>
          <w:p w14:paraId="32D68DE2" w14:textId="644B9A3F" w:rsidR="00310D11" w:rsidRPr="00B90846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3</w:t>
            </w:r>
            <w:r>
              <w:rPr>
                <w:rFonts w:ascii="Poppins" w:hAnsi="Poppins" w:cs="Poppins"/>
                <w:sz w:val="20"/>
              </w:rPr>
              <w:t>/4</w:t>
            </w:r>
            <w:r w:rsidRPr="00310D11">
              <w:rPr>
                <w:rFonts w:ascii="Poppins" w:hAnsi="Poppins" w:cs="Poppins"/>
                <w:sz w:val="20"/>
              </w:rPr>
              <w:t>"</w:t>
            </w:r>
          </w:p>
        </w:tc>
        <w:tc>
          <w:tcPr>
            <w:tcW w:w="5803" w:type="dxa"/>
          </w:tcPr>
          <w:p w14:paraId="373838F1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02ED4FB2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C0DE94C" w14:textId="4F80B026" w:rsidR="00310D11" w:rsidRPr="000A4E2B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3/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310D11" w:rsidRPr="00B0544D" w14:paraId="2E96F4BE" w14:textId="77777777" w:rsidTr="009027D5">
        <w:tc>
          <w:tcPr>
            <w:tcW w:w="1398" w:type="dxa"/>
          </w:tcPr>
          <w:p w14:paraId="0C9B466D" w14:textId="5E184F04" w:rsidR="00310D11" w:rsidRPr="00B90846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01241856</w:t>
            </w:r>
          </w:p>
        </w:tc>
        <w:tc>
          <w:tcPr>
            <w:tcW w:w="2297" w:type="dxa"/>
          </w:tcPr>
          <w:p w14:paraId="3BE96B76" w14:textId="3334764F" w:rsidR="00310D11" w:rsidRPr="00B90846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310D11">
              <w:rPr>
                <w:rFonts w:ascii="Poppins" w:hAnsi="Poppins" w:cs="Poppins"/>
                <w:sz w:val="20"/>
              </w:rPr>
              <w:t>"</w:t>
            </w:r>
          </w:p>
        </w:tc>
        <w:tc>
          <w:tcPr>
            <w:tcW w:w="5803" w:type="dxa"/>
          </w:tcPr>
          <w:p w14:paraId="7773405D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1B79311D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4CC59A0" w14:textId="1C0D3D7F" w:rsidR="00310D11" w:rsidRPr="000A4E2B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b/>
                <w:bCs/>
                <w:sz w:val="20"/>
              </w:rPr>
              <w:t>1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310D11" w:rsidRPr="00B0544D" w14:paraId="689FF4AB" w14:textId="77777777" w:rsidTr="009027D5">
        <w:tc>
          <w:tcPr>
            <w:tcW w:w="1398" w:type="dxa"/>
          </w:tcPr>
          <w:p w14:paraId="4376F887" w14:textId="0F082040" w:rsidR="00310D11" w:rsidRPr="00B90846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01241858</w:t>
            </w:r>
          </w:p>
        </w:tc>
        <w:tc>
          <w:tcPr>
            <w:tcW w:w="2297" w:type="dxa"/>
          </w:tcPr>
          <w:p w14:paraId="46291AD3" w14:textId="69BB4C0C" w:rsidR="00310D11" w:rsidRPr="00B90846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310D11">
              <w:rPr>
                <w:rFonts w:ascii="Poppins" w:hAnsi="Poppins" w:cs="Poppins"/>
                <w:sz w:val="20"/>
              </w:rPr>
              <w:t>"</w:t>
            </w:r>
            <w:r>
              <w:rPr>
                <w:rFonts w:ascii="Poppins" w:hAnsi="Poppins" w:cs="Poppins"/>
                <w:sz w:val="20"/>
              </w:rPr>
              <w:t>1/4</w:t>
            </w:r>
          </w:p>
        </w:tc>
        <w:tc>
          <w:tcPr>
            <w:tcW w:w="5803" w:type="dxa"/>
          </w:tcPr>
          <w:p w14:paraId="04955A5E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70B88630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1F6EAF1" w14:textId="758E89A8" w:rsidR="00310D11" w:rsidRPr="000A4E2B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b/>
                <w:bCs/>
                <w:sz w:val="20"/>
              </w:rPr>
              <w:t>1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>"</w:t>
            </w:r>
            <w:r>
              <w:rPr>
                <w:rFonts w:ascii="Poppins" w:hAnsi="Poppins" w:cs="Poppins"/>
                <w:b/>
                <w:bCs/>
                <w:sz w:val="20"/>
              </w:rPr>
              <w:t>1/4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10D11" w14:paraId="0F578502" w14:textId="77777777" w:rsidTr="009E0D2F">
        <w:tc>
          <w:tcPr>
            <w:tcW w:w="1398" w:type="dxa"/>
          </w:tcPr>
          <w:p w14:paraId="4D4E43A8" w14:textId="77259552" w:rsidR="00310D11" w:rsidRPr="00BF5CBE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01241860</w:t>
            </w:r>
          </w:p>
        </w:tc>
        <w:tc>
          <w:tcPr>
            <w:tcW w:w="2297" w:type="dxa"/>
          </w:tcPr>
          <w:p w14:paraId="4E866224" w14:textId="25015721" w:rsidR="00310D11" w:rsidRPr="00BF5CBE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310D11">
              <w:rPr>
                <w:rFonts w:ascii="Poppins" w:hAnsi="Poppins" w:cs="Poppins"/>
                <w:sz w:val="20"/>
              </w:rPr>
              <w:t>"</w:t>
            </w:r>
            <w:r>
              <w:rPr>
                <w:rFonts w:ascii="Poppins" w:hAnsi="Poppins" w:cs="Poppins"/>
                <w:sz w:val="20"/>
              </w:rPr>
              <w:t>1/2</w:t>
            </w:r>
          </w:p>
        </w:tc>
        <w:tc>
          <w:tcPr>
            <w:tcW w:w="5803" w:type="dxa"/>
          </w:tcPr>
          <w:p w14:paraId="6047B242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398E851D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48F0FA1" w14:textId="2FEF52D5" w:rsidR="00310D11" w:rsidRPr="000A4E2B" w:rsidRDefault="00310D11" w:rsidP="00310D11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b/>
                <w:bCs/>
                <w:sz w:val="20"/>
              </w:rPr>
              <w:t>1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>"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10D11" w14:paraId="63F1798A" w14:textId="77777777" w:rsidTr="009E0D2F">
        <w:tc>
          <w:tcPr>
            <w:tcW w:w="1398" w:type="dxa"/>
          </w:tcPr>
          <w:p w14:paraId="33F1810A" w14:textId="7CF2545A" w:rsidR="00310D11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01241862</w:t>
            </w:r>
          </w:p>
        </w:tc>
        <w:tc>
          <w:tcPr>
            <w:tcW w:w="2297" w:type="dxa"/>
          </w:tcPr>
          <w:p w14:paraId="52F0284F" w14:textId="35188AA1" w:rsidR="00310D11" w:rsidRPr="008A5948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sz w:val="20"/>
              </w:rPr>
              <w:t>2</w:t>
            </w:r>
            <w:r w:rsidRPr="00310D11">
              <w:rPr>
                <w:rFonts w:ascii="Poppins" w:hAnsi="Poppins" w:cs="Poppins"/>
                <w:sz w:val="20"/>
              </w:rPr>
              <w:t>"</w:t>
            </w:r>
          </w:p>
        </w:tc>
        <w:tc>
          <w:tcPr>
            <w:tcW w:w="5803" w:type="dxa"/>
          </w:tcPr>
          <w:p w14:paraId="1DE209F7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03A5189C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2474A12" w14:textId="5CCCBA0D" w:rsidR="00310D11" w:rsidRPr="000A4E2B" w:rsidRDefault="00310D11" w:rsidP="00310D11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b/>
                <w:bCs/>
                <w:sz w:val="20"/>
              </w:rPr>
              <w:t>2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310D11" w14:paraId="56DE531F" w14:textId="77777777" w:rsidTr="009E0D2F">
        <w:tc>
          <w:tcPr>
            <w:tcW w:w="1398" w:type="dxa"/>
          </w:tcPr>
          <w:p w14:paraId="2B965852" w14:textId="68008B83" w:rsidR="00310D11" w:rsidRPr="00BF5CBE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01241864</w:t>
            </w:r>
          </w:p>
        </w:tc>
        <w:tc>
          <w:tcPr>
            <w:tcW w:w="2297" w:type="dxa"/>
          </w:tcPr>
          <w:p w14:paraId="41C71D47" w14:textId="48583AA7" w:rsidR="00310D11" w:rsidRPr="00BF5CBE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sz w:val="20"/>
              </w:rPr>
              <w:t>2</w:t>
            </w:r>
            <w:r w:rsidRPr="00310D11">
              <w:rPr>
                <w:rFonts w:ascii="Poppins" w:hAnsi="Poppins" w:cs="Poppins"/>
                <w:sz w:val="20"/>
              </w:rPr>
              <w:t>"</w:t>
            </w:r>
            <w:r>
              <w:rPr>
                <w:rFonts w:ascii="Poppins" w:hAnsi="Poppins" w:cs="Poppins"/>
                <w:sz w:val="20"/>
              </w:rPr>
              <w:t>1/2</w:t>
            </w:r>
          </w:p>
        </w:tc>
        <w:tc>
          <w:tcPr>
            <w:tcW w:w="5803" w:type="dxa"/>
          </w:tcPr>
          <w:p w14:paraId="0B194D7D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64BE61E4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AE0A31D" w14:textId="47518E8A" w:rsidR="00310D11" w:rsidRPr="000A4E2B" w:rsidRDefault="00310D11" w:rsidP="00310D11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b/>
                <w:bCs/>
                <w:sz w:val="20"/>
              </w:rPr>
              <w:t>2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>"</w:t>
            </w:r>
            <w:r>
              <w:rPr>
                <w:rFonts w:ascii="Poppins" w:hAnsi="Poppins" w:cs="Poppins"/>
                <w:b/>
                <w:bCs/>
                <w:sz w:val="20"/>
              </w:rPr>
              <w:t>1/2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10D11" w14:paraId="28B4B472" w14:textId="77777777" w:rsidTr="009E0D2F">
        <w:tc>
          <w:tcPr>
            <w:tcW w:w="1398" w:type="dxa"/>
          </w:tcPr>
          <w:p w14:paraId="6C37FA41" w14:textId="6268E87D" w:rsidR="00310D11" w:rsidRPr="00BF5CBE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01241866</w:t>
            </w:r>
          </w:p>
        </w:tc>
        <w:tc>
          <w:tcPr>
            <w:tcW w:w="2297" w:type="dxa"/>
          </w:tcPr>
          <w:p w14:paraId="3A888926" w14:textId="39817544" w:rsidR="00310D11" w:rsidRPr="00BF5CBE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3"</w:t>
            </w:r>
          </w:p>
        </w:tc>
        <w:tc>
          <w:tcPr>
            <w:tcW w:w="5803" w:type="dxa"/>
          </w:tcPr>
          <w:p w14:paraId="4B4E8AE3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1F330673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3024242" w14:textId="5556244C" w:rsidR="00310D11" w:rsidRPr="000A4E2B" w:rsidRDefault="00310D11" w:rsidP="00310D11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3" o equivalente.</w:t>
            </w:r>
          </w:p>
        </w:tc>
      </w:tr>
      <w:tr w:rsidR="00310D11" w14:paraId="06AC131C" w14:textId="77777777" w:rsidTr="009E0D2F">
        <w:tc>
          <w:tcPr>
            <w:tcW w:w="1398" w:type="dxa"/>
          </w:tcPr>
          <w:p w14:paraId="61F13F6A" w14:textId="42D391A4" w:rsidR="00310D11" w:rsidRPr="00BF5CBE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01241868</w:t>
            </w:r>
          </w:p>
        </w:tc>
        <w:tc>
          <w:tcPr>
            <w:tcW w:w="2297" w:type="dxa"/>
          </w:tcPr>
          <w:p w14:paraId="7F1AB932" w14:textId="3754A175" w:rsidR="00310D11" w:rsidRPr="00BF5CBE" w:rsidRDefault="00310D11" w:rsidP="00310D11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sz w:val="20"/>
              </w:rPr>
              <w:t>4</w:t>
            </w:r>
            <w:r w:rsidRPr="00310D11">
              <w:rPr>
                <w:rFonts w:ascii="Poppins" w:hAnsi="Poppins" w:cs="Poppins"/>
                <w:sz w:val="20"/>
              </w:rPr>
              <w:t>"</w:t>
            </w:r>
          </w:p>
        </w:tc>
        <w:tc>
          <w:tcPr>
            <w:tcW w:w="5803" w:type="dxa"/>
          </w:tcPr>
          <w:p w14:paraId="4124DDC0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sz w:val="20"/>
              </w:rPr>
              <w:t xml:space="preserve">Collare </w:t>
            </w:r>
            <w:proofErr w:type="spellStart"/>
            <w:r w:rsidRPr="00310D11">
              <w:rPr>
                <w:rFonts w:ascii="Poppins" w:hAnsi="Poppins" w:cs="Poppins"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sz w:val="20"/>
              </w:rPr>
              <w:t xml:space="preserve"> fonoisolante in acciaio zincato.</w:t>
            </w:r>
          </w:p>
          <w:p w14:paraId="3E5BECA3" w14:textId="77777777" w:rsidR="00310D11" w:rsidRPr="00310D11" w:rsidRDefault="00310D11" w:rsidP="00310D1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F3F9E63" w14:textId="320406C1" w:rsidR="00310D11" w:rsidRPr="000A4E2B" w:rsidRDefault="00310D11" w:rsidP="00310D11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Marca Emmeti - Modello Collare </w:t>
            </w:r>
            <w:proofErr w:type="spellStart"/>
            <w:r w:rsidRPr="00310D11">
              <w:rPr>
                <w:rFonts w:ascii="Poppins" w:hAnsi="Poppins" w:cs="Poppins"/>
                <w:b/>
                <w:bCs/>
                <w:sz w:val="20"/>
              </w:rPr>
              <w:t>fermatubo</w:t>
            </w:r>
            <w:proofErr w:type="spellEnd"/>
            <w:r w:rsidRPr="00310D11">
              <w:rPr>
                <w:rFonts w:ascii="Poppins" w:hAnsi="Poppins" w:cs="Poppins"/>
                <w:b/>
                <w:bCs/>
                <w:sz w:val="20"/>
              </w:rPr>
              <w:t xml:space="preserve"> in acciaio zincato Misura 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310D11">
              <w:rPr>
                <w:rFonts w:ascii="Poppins" w:hAnsi="Poppins" w:cs="Poppins"/>
                <w:b/>
                <w:bCs/>
                <w:sz w:val="20"/>
              </w:rPr>
              <w:t>" o equivalente.</w:t>
            </w:r>
          </w:p>
        </w:tc>
      </w:tr>
      <w:tr w:rsidR="00F12749" w14:paraId="7E491D0A" w14:textId="77777777" w:rsidTr="009E0D2F">
        <w:tc>
          <w:tcPr>
            <w:tcW w:w="1398" w:type="dxa"/>
          </w:tcPr>
          <w:p w14:paraId="4AD036B7" w14:textId="6B8FF761" w:rsidR="00F12749" w:rsidRPr="00BF5CBE" w:rsidRDefault="00F12749" w:rsidP="00F127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01241528</w:t>
            </w:r>
          </w:p>
        </w:tc>
        <w:tc>
          <w:tcPr>
            <w:tcW w:w="2297" w:type="dxa"/>
          </w:tcPr>
          <w:p w14:paraId="30CFD6E9" w14:textId="2863B762" w:rsidR="00F12749" w:rsidRPr="00F12749" w:rsidRDefault="00F12749" w:rsidP="00F1274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12749">
              <w:rPr>
                <w:rFonts w:ascii="Poppins" w:hAnsi="Poppins" w:cs="Poppins"/>
                <w:sz w:val="20"/>
              </w:rPr>
              <w:t>Coppia di mensole per radiatori tubolari L 160</w:t>
            </w:r>
          </w:p>
        </w:tc>
        <w:tc>
          <w:tcPr>
            <w:tcW w:w="5803" w:type="dxa"/>
          </w:tcPr>
          <w:p w14:paraId="79C27281" w14:textId="5CA13C4D" w:rsid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sz w:val="20"/>
              </w:rPr>
              <w:t>Coppia di mensole verniciate bianche per radiatori tubolari a colonna.</w:t>
            </w:r>
          </w:p>
          <w:p w14:paraId="30933C1A" w14:textId="77777777" w:rsidR="009A7A22" w:rsidRPr="008046FF" w:rsidRDefault="009A7A22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AFC9C8" w14:textId="7F7B8073" w:rsidR="008046FF" w:rsidRP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sz w:val="20"/>
              </w:rPr>
              <w:t>Misura L 160, per 2 colonne</w:t>
            </w:r>
          </w:p>
          <w:p w14:paraId="79DCCE80" w14:textId="77777777" w:rsidR="008046FF" w:rsidRP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747213" w14:textId="26EB0454" w:rsidR="00F12749" w:rsidRP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046FF">
              <w:rPr>
                <w:rFonts w:ascii="Poppins" w:hAnsi="Poppins" w:cs="Poppins"/>
                <w:b/>
                <w:bCs/>
                <w:sz w:val="20"/>
              </w:rPr>
              <w:t>Marca Emmeti - Modello Coppia di mensole per radiatori tubolari L 160 o equivalente.</w:t>
            </w:r>
          </w:p>
        </w:tc>
      </w:tr>
      <w:tr w:rsidR="008046FF" w14:paraId="01072F9B" w14:textId="77777777" w:rsidTr="009E0D2F">
        <w:tc>
          <w:tcPr>
            <w:tcW w:w="1398" w:type="dxa"/>
          </w:tcPr>
          <w:p w14:paraId="46342BCC" w14:textId="439768C5" w:rsidR="008046FF" w:rsidRPr="00BF5CBE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01241530</w:t>
            </w:r>
          </w:p>
        </w:tc>
        <w:tc>
          <w:tcPr>
            <w:tcW w:w="2297" w:type="dxa"/>
          </w:tcPr>
          <w:p w14:paraId="5A810374" w14:textId="5EFCE3B8" w:rsidR="008046FF" w:rsidRPr="00F12749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12749">
              <w:rPr>
                <w:rFonts w:ascii="Poppins" w:hAnsi="Poppins" w:cs="Poppins"/>
                <w:sz w:val="20"/>
              </w:rPr>
              <w:t>Coppia di mensole per radiatori tubolari L 1</w:t>
            </w:r>
            <w:r>
              <w:rPr>
                <w:rFonts w:ascii="Poppins" w:hAnsi="Poppins" w:cs="Poppins"/>
                <w:sz w:val="20"/>
              </w:rPr>
              <w:t>90</w:t>
            </w:r>
          </w:p>
        </w:tc>
        <w:tc>
          <w:tcPr>
            <w:tcW w:w="5803" w:type="dxa"/>
          </w:tcPr>
          <w:p w14:paraId="53B520C6" w14:textId="27B427D9" w:rsid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sz w:val="20"/>
              </w:rPr>
              <w:t>Coppia di mensole verniciate bianche per radiatori tubolari a colonna.</w:t>
            </w:r>
          </w:p>
          <w:p w14:paraId="456977C3" w14:textId="77777777" w:rsidR="009A7A22" w:rsidRPr="008046FF" w:rsidRDefault="009A7A22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6B72518" w14:textId="4BB59C9B" w:rsidR="008046FF" w:rsidRP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sz w:val="20"/>
              </w:rPr>
              <w:t>Misura L 1</w:t>
            </w:r>
            <w:r>
              <w:rPr>
                <w:rFonts w:ascii="Poppins" w:hAnsi="Poppins" w:cs="Poppins"/>
                <w:sz w:val="20"/>
              </w:rPr>
              <w:t>9</w:t>
            </w:r>
            <w:r w:rsidRPr="008046FF">
              <w:rPr>
                <w:rFonts w:ascii="Poppins" w:hAnsi="Poppins" w:cs="Poppins"/>
                <w:sz w:val="20"/>
              </w:rPr>
              <w:t>0, per 2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8046FF">
              <w:rPr>
                <w:rFonts w:ascii="Poppins" w:hAnsi="Poppins" w:cs="Poppins"/>
                <w:sz w:val="20"/>
              </w:rPr>
              <w:t xml:space="preserve"> colonne</w:t>
            </w:r>
          </w:p>
          <w:p w14:paraId="1B16E968" w14:textId="77777777" w:rsidR="008046FF" w:rsidRP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26E6AE2" w14:textId="2022458E" w:rsidR="008046FF" w:rsidRPr="000A4E2B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b/>
                <w:bCs/>
                <w:sz w:val="20"/>
              </w:rPr>
              <w:t>Marca Emmeti - Modello Coppia di mensole per radiatori tubolari L 1</w:t>
            </w:r>
            <w:r>
              <w:rPr>
                <w:rFonts w:ascii="Poppins" w:hAnsi="Poppins" w:cs="Poppins"/>
                <w:b/>
                <w:bCs/>
                <w:sz w:val="20"/>
              </w:rPr>
              <w:t>9</w:t>
            </w:r>
            <w:r w:rsidRPr="008046FF">
              <w:rPr>
                <w:rFonts w:ascii="Poppins" w:hAnsi="Poppins" w:cs="Poppins"/>
                <w:b/>
                <w:bCs/>
                <w:sz w:val="20"/>
              </w:rPr>
              <w:t>0 o equivalente.</w:t>
            </w:r>
          </w:p>
        </w:tc>
      </w:tr>
      <w:tr w:rsidR="008046FF" w14:paraId="55B6D1D5" w14:textId="77777777" w:rsidTr="009E0D2F">
        <w:tc>
          <w:tcPr>
            <w:tcW w:w="1398" w:type="dxa"/>
          </w:tcPr>
          <w:p w14:paraId="5728B587" w14:textId="327E8E72" w:rsidR="008046FF" w:rsidRPr="00BF5CBE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01241526</w:t>
            </w:r>
          </w:p>
        </w:tc>
        <w:tc>
          <w:tcPr>
            <w:tcW w:w="2297" w:type="dxa"/>
          </w:tcPr>
          <w:p w14:paraId="4FC8D428" w14:textId="5BFF85DE" w:rsidR="008046FF" w:rsidRPr="00F12749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12749">
              <w:rPr>
                <w:rFonts w:ascii="Poppins" w:hAnsi="Poppins" w:cs="Poppins"/>
                <w:sz w:val="20"/>
              </w:rPr>
              <w:t xml:space="preserve">Coppia di mensole per radiatori tubolari L </w:t>
            </w:r>
            <w:r>
              <w:rPr>
                <w:rFonts w:ascii="Poppins" w:hAnsi="Poppins" w:cs="Poppins"/>
                <w:sz w:val="20"/>
              </w:rPr>
              <w:t>230</w:t>
            </w:r>
          </w:p>
        </w:tc>
        <w:tc>
          <w:tcPr>
            <w:tcW w:w="5803" w:type="dxa"/>
          </w:tcPr>
          <w:p w14:paraId="52D5FDCC" w14:textId="004E5510" w:rsid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sz w:val="20"/>
              </w:rPr>
              <w:t>Coppia di mensole verniciate bianche per radiatori tubolari a colonna.</w:t>
            </w:r>
          </w:p>
          <w:p w14:paraId="5821FFD5" w14:textId="77777777" w:rsidR="009A7A22" w:rsidRPr="008046FF" w:rsidRDefault="009A7A22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67650AD" w14:textId="676000F5" w:rsidR="008046FF" w:rsidRP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sz w:val="20"/>
              </w:rPr>
              <w:t xml:space="preserve">Misura L </w:t>
            </w:r>
            <w:r>
              <w:rPr>
                <w:rFonts w:ascii="Poppins" w:hAnsi="Poppins" w:cs="Poppins"/>
                <w:sz w:val="20"/>
              </w:rPr>
              <w:t>230</w:t>
            </w:r>
            <w:r w:rsidRPr="008046FF">
              <w:rPr>
                <w:rFonts w:ascii="Poppins" w:hAnsi="Poppins" w:cs="Poppins"/>
                <w:sz w:val="20"/>
              </w:rPr>
              <w:t xml:space="preserve">, per </w:t>
            </w:r>
            <w:r>
              <w:rPr>
                <w:rFonts w:ascii="Poppins" w:hAnsi="Poppins" w:cs="Poppins"/>
                <w:sz w:val="20"/>
              </w:rPr>
              <w:t>4-5</w:t>
            </w:r>
            <w:r w:rsidRPr="008046FF">
              <w:rPr>
                <w:rFonts w:ascii="Poppins" w:hAnsi="Poppins" w:cs="Poppins"/>
                <w:sz w:val="20"/>
              </w:rPr>
              <w:t xml:space="preserve"> colonne</w:t>
            </w:r>
          </w:p>
          <w:p w14:paraId="3401E752" w14:textId="77777777" w:rsidR="008046FF" w:rsidRP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67FF3BF" w14:textId="4A0E942F" w:rsidR="008046FF" w:rsidRPr="000A4E2B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b/>
                <w:bCs/>
                <w:sz w:val="20"/>
              </w:rPr>
              <w:t xml:space="preserve">Marca Emmeti - Modello Coppia di mensole per radiatori tubolari L </w:t>
            </w:r>
            <w:r>
              <w:rPr>
                <w:rFonts w:ascii="Poppins" w:hAnsi="Poppins" w:cs="Poppins"/>
                <w:b/>
                <w:bCs/>
                <w:sz w:val="20"/>
              </w:rPr>
              <w:t>230</w:t>
            </w:r>
            <w:r w:rsidRPr="008046FF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046FF" w14:paraId="39ACA6B8" w14:textId="77777777" w:rsidTr="009E0D2F">
        <w:tc>
          <w:tcPr>
            <w:tcW w:w="1398" w:type="dxa"/>
          </w:tcPr>
          <w:p w14:paraId="7BDA1692" w14:textId="2E7DAD7B" w:rsidR="008046FF" w:rsidRPr="00BF5CBE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01241534</w:t>
            </w:r>
          </w:p>
        </w:tc>
        <w:tc>
          <w:tcPr>
            <w:tcW w:w="2297" w:type="dxa"/>
          </w:tcPr>
          <w:p w14:paraId="78A0DF17" w14:textId="14FF7DEE" w:rsidR="008046FF" w:rsidRPr="00F12749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12749">
              <w:rPr>
                <w:rFonts w:ascii="Poppins" w:hAnsi="Poppins" w:cs="Poppins"/>
                <w:sz w:val="20"/>
              </w:rPr>
              <w:t xml:space="preserve">Coppia di mensole per radiatori tubolari L </w:t>
            </w:r>
            <w:r>
              <w:rPr>
                <w:rFonts w:ascii="Poppins" w:hAnsi="Poppins" w:cs="Poppins"/>
                <w:sz w:val="20"/>
              </w:rPr>
              <w:t>290</w:t>
            </w:r>
          </w:p>
        </w:tc>
        <w:tc>
          <w:tcPr>
            <w:tcW w:w="5803" w:type="dxa"/>
          </w:tcPr>
          <w:p w14:paraId="3610E3BC" w14:textId="26891F65" w:rsid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sz w:val="20"/>
              </w:rPr>
              <w:t>Coppia di mensole verniciate bianche per radiatori tubolari a colonna.</w:t>
            </w:r>
          </w:p>
          <w:p w14:paraId="75863CC1" w14:textId="77777777" w:rsidR="009A7A22" w:rsidRPr="008046FF" w:rsidRDefault="009A7A22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0FD6E27" w14:textId="1F11E183" w:rsidR="008046FF" w:rsidRP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sz w:val="20"/>
              </w:rPr>
              <w:t xml:space="preserve">Misura L </w:t>
            </w:r>
            <w:r>
              <w:rPr>
                <w:rFonts w:ascii="Poppins" w:hAnsi="Poppins" w:cs="Poppins"/>
                <w:sz w:val="20"/>
              </w:rPr>
              <w:t>290</w:t>
            </w:r>
            <w:r w:rsidRPr="008046FF">
              <w:rPr>
                <w:rFonts w:ascii="Poppins" w:hAnsi="Poppins" w:cs="Poppins"/>
                <w:sz w:val="20"/>
              </w:rPr>
              <w:t xml:space="preserve">, per </w:t>
            </w:r>
            <w:r>
              <w:rPr>
                <w:rFonts w:ascii="Poppins" w:hAnsi="Poppins" w:cs="Poppins"/>
                <w:sz w:val="20"/>
              </w:rPr>
              <w:t>6</w:t>
            </w:r>
            <w:r w:rsidRPr="008046FF">
              <w:rPr>
                <w:rFonts w:ascii="Poppins" w:hAnsi="Poppins" w:cs="Poppins"/>
                <w:sz w:val="20"/>
              </w:rPr>
              <w:t xml:space="preserve"> colonne</w:t>
            </w:r>
          </w:p>
          <w:p w14:paraId="55779340" w14:textId="77777777" w:rsidR="008046FF" w:rsidRPr="008046FF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E9B5F87" w14:textId="72E079CD" w:rsidR="008046FF" w:rsidRPr="000A4E2B" w:rsidRDefault="008046FF" w:rsidP="008046FF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046FF">
              <w:rPr>
                <w:rFonts w:ascii="Poppins" w:hAnsi="Poppins" w:cs="Poppins"/>
                <w:b/>
                <w:bCs/>
                <w:sz w:val="20"/>
              </w:rPr>
              <w:t xml:space="preserve">Marca Emmeti - Modello Coppia di mensole per radiatori tubolari L </w:t>
            </w:r>
            <w:r>
              <w:rPr>
                <w:rFonts w:ascii="Poppins" w:hAnsi="Poppins" w:cs="Poppins"/>
                <w:b/>
                <w:bCs/>
                <w:sz w:val="20"/>
              </w:rPr>
              <w:t>290</w:t>
            </w:r>
            <w:r w:rsidRPr="008046FF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046FF" w14:paraId="62645FBB" w14:textId="77777777" w:rsidTr="009E0D2F">
        <w:tc>
          <w:tcPr>
            <w:tcW w:w="1398" w:type="dxa"/>
          </w:tcPr>
          <w:p w14:paraId="0ED5810C" w14:textId="659AE0D7" w:rsidR="008046FF" w:rsidRPr="00BF5CBE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01229040</w:t>
            </w:r>
          </w:p>
        </w:tc>
        <w:tc>
          <w:tcPr>
            <w:tcW w:w="2297" w:type="dxa"/>
          </w:tcPr>
          <w:p w14:paraId="2FC4689A" w14:textId="61BE00F1" w:rsidR="008046FF" w:rsidRPr="00BF5CBE" w:rsidRDefault="004C1C12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C1C12">
              <w:rPr>
                <w:rFonts w:ascii="Poppins" w:hAnsi="Poppins" w:cs="Poppins"/>
                <w:sz w:val="20"/>
              </w:rPr>
              <w:t>Mensola per radiatori in alluminio 7x170 circolare</w:t>
            </w:r>
          </w:p>
        </w:tc>
        <w:tc>
          <w:tcPr>
            <w:tcW w:w="5803" w:type="dxa"/>
          </w:tcPr>
          <w:p w14:paraId="01FD3689" w14:textId="775B4FEA" w:rsidR="004C1C12" w:rsidRDefault="004C1C1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C1C12">
              <w:rPr>
                <w:rFonts w:ascii="Poppins" w:hAnsi="Poppins" w:cs="Poppins"/>
                <w:sz w:val="20"/>
              </w:rPr>
              <w:t>Mensole verniciata bianca per radiatori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4C1C12">
              <w:rPr>
                <w:rFonts w:ascii="Poppins" w:hAnsi="Poppins" w:cs="Poppins"/>
                <w:sz w:val="20"/>
              </w:rPr>
              <w:t>in alluminio.</w:t>
            </w:r>
          </w:p>
          <w:p w14:paraId="0515CABC" w14:textId="77777777" w:rsidR="009A7A22" w:rsidRPr="004C1C12" w:rsidRDefault="009A7A2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A21DAF8" w14:textId="77777777" w:rsidR="004C1C12" w:rsidRPr="004C1C12" w:rsidRDefault="004C1C1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C1C12">
              <w:rPr>
                <w:rFonts w:ascii="Poppins" w:hAnsi="Poppins" w:cs="Poppins"/>
                <w:sz w:val="20"/>
              </w:rPr>
              <w:t>Misura 7x170 circolare</w:t>
            </w:r>
          </w:p>
          <w:p w14:paraId="2FDA42F6" w14:textId="77777777" w:rsidR="004C1C12" w:rsidRPr="004C1C12" w:rsidRDefault="004C1C1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1CED9B1D" w14:textId="634799FA" w:rsidR="008046FF" w:rsidRPr="004C1C12" w:rsidRDefault="004C1C1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C1C12">
              <w:rPr>
                <w:rFonts w:ascii="Poppins" w:hAnsi="Poppins" w:cs="Poppins"/>
                <w:b/>
                <w:bCs/>
                <w:sz w:val="20"/>
              </w:rPr>
              <w:t>Marca Emmeti - Modello Mensola per radiatori in alluminio 7x170 circolare o equivalente.</w:t>
            </w:r>
          </w:p>
        </w:tc>
      </w:tr>
      <w:tr w:rsidR="008046FF" w14:paraId="68414FBB" w14:textId="77777777" w:rsidTr="009E0D2F">
        <w:tc>
          <w:tcPr>
            <w:tcW w:w="1398" w:type="dxa"/>
          </w:tcPr>
          <w:p w14:paraId="443CAB29" w14:textId="57BD9790" w:rsidR="008046FF" w:rsidRPr="00BF5CBE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01229050</w:t>
            </w:r>
          </w:p>
        </w:tc>
        <w:tc>
          <w:tcPr>
            <w:tcW w:w="2297" w:type="dxa"/>
          </w:tcPr>
          <w:p w14:paraId="667F1EEE" w14:textId="7A77840D" w:rsidR="008046FF" w:rsidRPr="00BF5CBE" w:rsidRDefault="004C1C12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C1C12">
              <w:rPr>
                <w:rFonts w:ascii="Poppins" w:hAnsi="Poppins" w:cs="Poppins"/>
                <w:sz w:val="20"/>
              </w:rPr>
              <w:t xml:space="preserve">Mensola per radiatori in alluminio 7x170 </w:t>
            </w:r>
            <w:r>
              <w:rPr>
                <w:rFonts w:ascii="Poppins" w:hAnsi="Poppins" w:cs="Poppins"/>
                <w:sz w:val="20"/>
              </w:rPr>
              <w:t>piatta</w:t>
            </w:r>
          </w:p>
        </w:tc>
        <w:tc>
          <w:tcPr>
            <w:tcW w:w="5803" w:type="dxa"/>
          </w:tcPr>
          <w:p w14:paraId="5F6D9A96" w14:textId="57DB1277" w:rsidR="004C1C12" w:rsidRDefault="004C1C1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C1C12">
              <w:rPr>
                <w:rFonts w:ascii="Poppins" w:hAnsi="Poppins" w:cs="Poppins"/>
                <w:sz w:val="20"/>
              </w:rPr>
              <w:t>Mensole verniciata bianca per radiatori in alluminio.</w:t>
            </w:r>
          </w:p>
          <w:p w14:paraId="0A603EEB" w14:textId="77777777" w:rsidR="009A7A22" w:rsidRPr="004C1C12" w:rsidRDefault="009A7A2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AD05B3D" w14:textId="7EF8156E" w:rsidR="004C1C12" w:rsidRPr="004C1C12" w:rsidRDefault="004C1C1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C1C12">
              <w:rPr>
                <w:rFonts w:ascii="Poppins" w:hAnsi="Poppins" w:cs="Poppins"/>
                <w:sz w:val="20"/>
              </w:rPr>
              <w:t xml:space="preserve">Misura 7x170 </w:t>
            </w:r>
            <w:r>
              <w:rPr>
                <w:rFonts w:ascii="Poppins" w:hAnsi="Poppins" w:cs="Poppins"/>
                <w:sz w:val="20"/>
              </w:rPr>
              <w:t>piatta</w:t>
            </w:r>
          </w:p>
          <w:p w14:paraId="7648F877" w14:textId="77777777" w:rsidR="004C1C12" w:rsidRPr="004C1C12" w:rsidRDefault="004C1C1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5D284E7" w14:textId="36C58228" w:rsidR="008046FF" w:rsidRPr="004C1C12" w:rsidRDefault="004C1C12" w:rsidP="004C1C12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C1C12">
              <w:rPr>
                <w:rFonts w:ascii="Poppins" w:hAnsi="Poppins" w:cs="Poppins"/>
                <w:b/>
                <w:bCs/>
                <w:sz w:val="20"/>
              </w:rPr>
              <w:t>Marca Emmeti - Modello Mensola per radiatori in alluminio 7x170 piatta o equivalente.</w:t>
            </w:r>
          </w:p>
        </w:tc>
      </w:tr>
      <w:tr w:rsidR="008046FF" w14:paraId="4D678DBE" w14:textId="77777777" w:rsidTr="009E0D2F">
        <w:tc>
          <w:tcPr>
            <w:tcW w:w="1398" w:type="dxa"/>
          </w:tcPr>
          <w:p w14:paraId="57412688" w14:textId="042D8778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01229060</w:t>
            </w:r>
          </w:p>
        </w:tc>
        <w:tc>
          <w:tcPr>
            <w:tcW w:w="2297" w:type="dxa"/>
          </w:tcPr>
          <w:p w14:paraId="79700DD0" w14:textId="7219404A" w:rsidR="008046FF" w:rsidRPr="00BF5CBE" w:rsidRDefault="00825023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25023">
              <w:rPr>
                <w:rFonts w:ascii="Poppins" w:hAnsi="Poppins" w:cs="Poppins"/>
                <w:bCs/>
                <w:sz w:val="20"/>
              </w:rPr>
              <w:t>Mensola per radiatori in ghisa 12x205</w:t>
            </w:r>
          </w:p>
        </w:tc>
        <w:tc>
          <w:tcPr>
            <w:tcW w:w="5803" w:type="dxa"/>
          </w:tcPr>
          <w:p w14:paraId="26FC91FC" w14:textId="77777777" w:rsid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25023">
              <w:rPr>
                <w:rFonts w:ascii="Poppins" w:hAnsi="Poppins" w:cs="Poppins"/>
                <w:sz w:val="20"/>
              </w:rPr>
              <w:t>Mensole verniciata bianca per radiatori in ghisa sezione circolare.</w:t>
            </w:r>
          </w:p>
          <w:p w14:paraId="2CA5EF9A" w14:textId="77777777" w:rsidR="005D04C8" w:rsidRPr="00825023" w:rsidRDefault="005D04C8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2792CDD" w14:textId="77777777" w:rsidR="00825023" w:rsidRP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25023">
              <w:rPr>
                <w:rFonts w:ascii="Poppins" w:hAnsi="Poppins" w:cs="Poppins"/>
                <w:sz w:val="20"/>
              </w:rPr>
              <w:t>Misura 12x205</w:t>
            </w:r>
          </w:p>
          <w:p w14:paraId="3DBAFC97" w14:textId="77777777" w:rsidR="00825023" w:rsidRP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ACEDFAB" w14:textId="497912AF" w:rsidR="008046FF" w:rsidRP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25023">
              <w:rPr>
                <w:rFonts w:ascii="Poppins" w:hAnsi="Poppins" w:cs="Poppins"/>
                <w:b/>
                <w:bCs/>
                <w:sz w:val="20"/>
              </w:rPr>
              <w:t>Marca Emmeti - Modello Mensola per radiatori in ghisa 12x205 o equivalente.</w:t>
            </w:r>
          </w:p>
        </w:tc>
      </w:tr>
      <w:tr w:rsidR="008046FF" w14:paraId="1EEA40F7" w14:textId="77777777" w:rsidTr="009E0D2F">
        <w:tc>
          <w:tcPr>
            <w:tcW w:w="1398" w:type="dxa"/>
          </w:tcPr>
          <w:p w14:paraId="1CE5AE82" w14:textId="077FA39A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01229062</w:t>
            </w:r>
          </w:p>
        </w:tc>
        <w:tc>
          <w:tcPr>
            <w:tcW w:w="2297" w:type="dxa"/>
          </w:tcPr>
          <w:p w14:paraId="32647B7B" w14:textId="1E562453" w:rsidR="008046FF" w:rsidRPr="00BF5CBE" w:rsidRDefault="00825023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25023">
              <w:rPr>
                <w:rFonts w:ascii="Poppins" w:hAnsi="Poppins" w:cs="Poppins"/>
                <w:bCs/>
                <w:sz w:val="20"/>
              </w:rPr>
              <w:t>Mensola per radiatori in ghisa 12x2</w:t>
            </w:r>
            <w:r>
              <w:rPr>
                <w:rFonts w:ascii="Poppins" w:hAnsi="Poppins" w:cs="Poppins"/>
                <w:bCs/>
                <w:sz w:val="20"/>
              </w:rPr>
              <w:t>30</w:t>
            </w:r>
          </w:p>
        </w:tc>
        <w:tc>
          <w:tcPr>
            <w:tcW w:w="5803" w:type="dxa"/>
          </w:tcPr>
          <w:p w14:paraId="03F6EE5F" w14:textId="77777777" w:rsid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25023">
              <w:rPr>
                <w:rFonts w:ascii="Poppins" w:hAnsi="Poppins" w:cs="Poppins"/>
                <w:sz w:val="20"/>
              </w:rPr>
              <w:t>Mensole verniciata bianca per radiatori in ghisa sezione circolare.</w:t>
            </w:r>
          </w:p>
          <w:p w14:paraId="6CBB39E5" w14:textId="77777777" w:rsidR="005D04C8" w:rsidRPr="00825023" w:rsidRDefault="005D04C8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32362B1" w14:textId="00D02C01" w:rsidR="00825023" w:rsidRP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25023">
              <w:rPr>
                <w:rFonts w:ascii="Poppins" w:hAnsi="Poppins" w:cs="Poppins"/>
                <w:sz w:val="20"/>
              </w:rPr>
              <w:t>Misura 12x2</w:t>
            </w:r>
            <w:r>
              <w:rPr>
                <w:rFonts w:ascii="Poppins" w:hAnsi="Poppins" w:cs="Poppins"/>
                <w:sz w:val="20"/>
              </w:rPr>
              <w:t>30</w:t>
            </w:r>
          </w:p>
          <w:p w14:paraId="6F8DF245" w14:textId="77777777" w:rsidR="00825023" w:rsidRP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3E1F7BF" w14:textId="791964E4" w:rsidR="008046FF" w:rsidRPr="000A4E2B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25023">
              <w:rPr>
                <w:rFonts w:ascii="Poppins" w:hAnsi="Poppins" w:cs="Poppins"/>
                <w:b/>
                <w:bCs/>
                <w:sz w:val="20"/>
              </w:rPr>
              <w:t>Marca Emmeti - Modello Mensola per radiatori in ghisa 12x2</w:t>
            </w:r>
            <w:r>
              <w:rPr>
                <w:rFonts w:ascii="Poppins" w:hAnsi="Poppins" w:cs="Poppins"/>
                <w:b/>
                <w:bCs/>
                <w:sz w:val="20"/>
              </w:rPr>
              <w:t>30</w:t>
            </w:r>
            <w:r w:rsidRPr="0082502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046FF" w14:paraId="653FA7B6" w14:textId="77777777" w:rsidTr="009E0D2F">
        <w:tc>
          <w:tcPr>
            <w:tcW w:w="1398" w:type="dxa"/>
          </w:tcPr>
          <w:p w14:paraId="533F84A8" w14:textId="0CCFD5E7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01229064</w:t>
            </w:r>
          </w:p>
        </w:tc>
        <w:tc>
          <w:tcPr>
            <w:tcW w:w="2297" w:type="dxa"/>
          </w:tcPr>
          <w:p w14:paraId="46D115C5" w14:textId="52086CD6" w:rsidR="008046FF" w:rsidRPr="00BF5CBE" w:rsidRDefault="00825023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25023">
              <w:rPr>
                <w:rFonts w:ascii="Poppins" w:hAnsi="Poppins" w:cs="Poppins"/>
                <w:bCs/>
                <w:sz w:val="20"/>
              </w:rPr>
              <w:t>Mensola per radiatori in ghisa 12x2</w:t>
            </w:r>
            <w:r>
              <w:rPr>
                <w:rFonts w:ascii="Poppins" w:hAnsi="Poppins" w:cs="Poppins"/>
                <w:bCs/>
                <w:sz w:val="20"/>
              </w:rPr>
              <w:t>60</w:t>
            </w:r>
          </w:p>
        </w:tc>
        <w:tc>
          <w:tcPr>
            <w:tcW w:w="5803" w:type="dxa"/>
          </w:tcPr>
          <w:p w14:paraId="363961E2" w14:textId="77777777" w:rsid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25023">
              <w:rPr>
                <w:rFonts w:ascii="Poppins" w:hAnsi="Poppins" w:cs="Poppins"/>
                <w:sz w:val="20"/>
              </w:rPr>
              <w:t>Mensole verniciata bianca per radiatori in ghisa sezione circolare.</w:t>
            </w:r>
          </w:p>
          <w:p w14:paraId="45EEF6CC" w14:textId="77777777" w:rsidR="00033CED" w:rsidRPr="00825023" w:rsidRDefault="00033CED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26CEDAC" w14:textId="741165EF" w:rsidR="00825023" w:rsidRP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25023">
              <w:rPr>
                <w:rFonts w:ascii="Poppins" w:hAnsi="Poppins" w:cs="Poppins"/>
                <w:sz w:val="20"/>
              </w:rPr>
              <w:t>Misura 12x2</w:t>
            </w:r>
            <w:r>
              <w:rPr>
                <w:rFonts w:ascii="Poppins" w:hAnsi="Poppins" w:cs="Poppins"/>
                <w:sz w:val="20"/>
              </w:rPr>
              <w:t>60</w:t>
            </w:r>
          </w:p>
          <w:p w14:paraId="37E6BFC5" w14:textId="77777777" w:rsidR="00825023" w:rsidRPr="00825023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E3D0041" w14:textId="411FCDDD" w:rsidR="008046FF" w:rsidRPr="000A4E2B" w:rsidRDefault="00825023" w:rsidP="00825023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825023">
              <w:rPr>
                <w:rFonts w:ascii="Poppins" w:hAnsi="Poppins" w:cs="Poppins"/>
                <w:b/>
                <w:bCs/>
                <w:sz w:val="20"/>
              </w:rPr>
              <w:t>Marca Emmeti - Modello Mensola per radiatori in ghisa 12x2</w:t>
            </w:r>
            <w:r>
              <w:rPr>
                <w:rFonts w:ascii="Poppins" w:hAnsi="Poppins" w:cs="Poppins"/>
                <w:b/>
                <w:bCs/>
                <w:sz w:val="20"/>
              </w:rPr>
              <w:t>60</w:t>
            </w:r>
            <w:r w:rsidRPr="0082502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046FF" w14:paraId="3DA72FB6" w14:textId="77777777" w:rsidTr="009E0D2F">
        <w:tc>
          <w:tcPr>
            <w:tcW w:w="1398" w:type="dxa"/>
          </w:tcPr>
          <w:p w14:paraId="3F242866" w14:textId="655F4787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06230015</w:t>
            </w:r>
          </w:p>
        </w:tc>
        <w:tc>
          <w:tcPr>
            <w:tcW w:w="2297" w:type="dxa"/>
          </w:tcPr>
          <w:p w14:paraId="692EB5D5" w14:textId="500302D5" w:rsidR="008046FF" w:rsidRPr="00BF5CBE" w:rsidRDefault="004E1F08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 xml:space="preserve">Guarnizione per tappo e riduzione </w:t>
            </w:r>
            <w:r>
              <w:rPr>
                <w:rFonts w:ascii="Poppins" w:hAnsi="Poppins" w:cs="Poppins"/>
                <w:sz w:val="20"/>
              </w:rPr>
              <w:t>1/2"</w:t>
            </w:r>
          </w:p>
        </w:tc>
        <w:tc>
          <w:tcPr>
            <w:tcW w:w="5803" w:type="dxa"/>
          </w:tcPr>
          <w:p w14:paraId="6EC497EB" w14:textId="77777777" w:rsidR="004E1F08" w:rsidRDefault="004E1F08" w:rsidP="004E1F0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Guarnizione per tappo e riduzione.</w:t>
            </w:r>
          </w:p>
          <w:p w14:paraId="41189312" w14:textId="77777777" w:rsidR="00033CED" w:rsidRPr="004E1F08" w:rsidRDefault="00033CED" w:rsidP="004E1F0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704FDAC" w14:textId="644E8C5D" w:rsidR="004E1F08" w:rsidRPr="004E1F08" w:rsidRDefault="004E1F08" w:rsidP="004E1F0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Misura 1</w:t>
            </w:r>
            <w:r>
              <w:rPr>
                <w:rFonts w:ascii="Poppins" w:hAnsi="Poppins" w:cs="Poppins"/>
                <w:sz w:val="20"/>
              </w:rPr>
              <w:t>/2</w:t>
            </w:r>
            <w:r w:rsidRPr="004E1F08">
              <w:rPr>
                <w:rFonts w:ascii="Poppins" w:hAnsi="Poppins" w:cs="Poppins"/>
                <w:sz w:val="20"/>
              </w:rPr>
              <w:t xml:space="preserve">"; </w:t>
            </w:r>
            <w:r w:rsidR="00E87C49">
              <w:rPr>
                <w:rFonts w:ascii="Poppins" w:hAnsi="Poppins" w:cs="Poppins"/>
                <w:sz w:val="20"/>
              </w:rPr>
              <w:t>27</w:t>
            </w:r>
            <w:r w:rsidRPr="004E1F08">
              <w:rPr>
                <w:rFonts w:ascii="Poppins" w:hAnsi="Poppins" w:cs="Poppins"/>
                <w:sz w:val="20"/>
              </w:rPr>
              <w:t>,5/</w:t>
            </w:r>
            <w:r w:rsidR="00E87C49">
              <w:rPr>
                <w:rFonts w:ascii="Poppins" w:hAnsi="Poppins" w:cs="Poppins"/>
                <w:sz w:val="20"/>
              </w:rPr>
              <w:t>1</w:t>
            </w:r>
            <w:r w:rsidRPr="004E1F08">
              <w:rPr>
                <w:rFonts w:ascii="Poppins" w:hAnsi="Poppins" w:cs="Poppins"/>
                <w:sz w:val="20"/>
              </w:rPr>
              <w:t>,0 mm</w:t>
            </w:r>
          </w:p>
          <w:p w14:paraId="65846727" w14:textId="77777777" w:rsidR="004E1F08" w:rsidRPr="004E1F08" w:rsidRDefault="004E1F08" w:rsidP="004E1F08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00291FB" w14:textId="500F223A" w:rsidR="008046FF" w:rsidRPr="00CE5224" w:rsidRDefault="004E1F08" w:rsidP="004E1F08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t xml:space="preserve">Marca Emmeti - Modello Guarnizione per tappo e riduzione </w:t>
            </w:r>
            <w:r w:rsidR="00E87C49" w:rsidRPr="00CE5224">
              <w:rPr>
                <w:rFonts w:ascii="Poppins" w:hAnsi="Poppins" w:cs="Poppins"/>
                <w:b/>
                <w:bCs/>
                <w:sz w:val="20"/>
              </w:rPr>
              <w:t>1/2"</w:t>
            </w:r>
            <w:r w:rsidRPr="00CE5224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046FF" w14:paraId="2C61B0F9" w14:textId="77777777" w:rsidTr="009E0D2F">
        <w:tc>
          <w:tcPr>
            <w:tcW w:w="1398" w:type="dxa"/>
          </w:tcPr>
          <w:p w14:paraId="23F9D495" w14:textId="53F1E5C2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06230020</w:t>
            </w:r>
          </w:p>
        </w:tc>
        <w:tc>
          <w:tcPr>
            <w:tcW w:w="2297" w:type="dxa"/>
          </w:tcPr>
          <w:p w14:paraId="425D17AB" w14:textId="00D712F0" w:rsidR="008046FF" w:rsidRPr="00BF5CBE" w:rsidRDefault="004E1F08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 xml:space="preserve">Guarnizione per tappo e riduzione </w:t>
            </w:r>
            <w:r>
              <w:rPr>
                <w:rFonts w:ascii="Poppins" w:hAnsi="Poppins" w:cs="Poppins"/>
                <w:sz w:val="20"/>
              </w:rPr>
              <w:t>3/4"</w:t>
            </w:r>
          </w:p>
        </w:tc>
        <w:tc>
          <w:tcPr>
            <w:tcW w:w="5803" w:type="dxa"/>
          </w:tcPr>
          <w:p w14:paraId="5D8E1E26" w14:textId="77777777" w:rsidR="00E87C49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Guarnizione per tappo e riduzione.</w:t>
            </w:r>
          </w:p>
          <w:p w14:paraId="3D987F75" w14:textId="77777777" w:rsidR="00033CED" w:rsidRPr="004E1F08" w:rsidRDefault="00033CED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30277936" w14:textId="55C95EED" w:rsidR="00E87C49" w:rsidRPr="004E1F08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3/4</w:t>
            </w:r>
            <w:r w:rsidRPr="004E1F08">
              <w:rPr>
                <w:rFonts w:ascii="Poppins" w:hAnsi="Poppins" w:cs="Poppins"/>
                <w:sz w:val="20"/>
              </w:rPr>
              <w:t xml:space="preserve">"; </w:t>
            </w:r>
            <w:r>
              <w:rPr>
                <w:rFonts w:ascii="Poppins" w:hAnsi="Poppins" w:cs="Poppins"/>
                <w:sz w:val="20"/>
              </w:rPr>
              <w:t>34</w:t>
            </w:r>
            <w:r w:rsidRPr="004E1F08">
              <w:rPr>
                <w:rFonts w:ascii="Poppins" w:hAnsi="Poppins" w:cs="Poppins"/>
                <w:sz w:val="20"/>
              </w:rPr>
              <w:t>,5/</w:t>
            </w:r>
            <w:r>
              <w:rPr>
                <w:rFonts w:ascii="Poppins" w:hAnsi="Poppins" w:cs="Poppins"/>
                <w:sz w:val="20"/>
              </w:rPr>
              <w:t>1</w:t>
            </w:r>
            <w:r w:rsidRPr="004E1F08">
              <w:rPr>
                <w:rFonts w:ascii="Poppins" w:hAnsi="Poppins" w:cs="Poppins"/>
                <w:sz w:val="20"/>
              </w:rPr>
              <w:t>,0 mm</w:t>
            </w:r>
          </w:p>
          <w:p w14:paraId="7561EB8C" w14:textId="77777777" w:rsidR="00E87C49" w:rsidRPr="004E1F08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861D62A" w14:textId="24B5D5ED" w:rsidR="008046FF" w:rsidRPr="00CE5224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t>Marca Emmeti - Modello Guarnizione per tappo e riduzione 3/4" o equivalente.</w:t>
            </w:r>
          </w:p>
        </w:tc>
      </w:tr>
      <w:tr w:rsidR="008046FF" w14:paraId="7877A5BB" w14:textId="77777777" w:rsidTr="009E0D2F">
        <w:tc>
          <w:tcPr>
            <w:tcW w:w="1398" w:type="dxa"/>
          </w:tcPr>
          <w:p w14:paraId="17DC0E0A" w14:textId="2F468354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06230025</w:t>
            </w:r>
          </w:p>
        </w:tc>
        <w:tc>
          <w:tcPr>
            <w:tcW w:w="2297" w:type="dxa"/>
          </w:tcPr>
          <w:p w14:paraId="70134EBA" w14:textId="41B8B4B7" w:rsidR="008046FF" w:rsidRPr="00BF5CBE" w:rsidRDefault="004E1F08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Guarnizione per tappo e riduzione 1"</w:t>
            </w:r>
          </w:p>
        </w:tc>
        <w:tc>
          <w:tcPr>
            <w:tcW w:w="5803" w:type="dxa"/>
          </w:tcPr>
          <w:p w14:paraId="51037ACA" w14:textId="77777777" w:rsidR="00E87C49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Guarnizione per tappo e riduzione.</w:t>
            </w:r>
          </w:p>
          <w:p w14:paraId="72404594" w14:textId="77777777" w:rsidR="00033CED" w:rsidRPr="004E1F08" w:rsidRDefault="00033CED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D8A7B1E" w14:textId="031667FA" w:rsidR="00E87C49" w:rsidRPr="004E1F08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 xml:space="preserve">Misura 1"; </w:t>
            </w:r>
            <w:r>
              <w:rPr>
                <w:rFonts w:ascii="Poppins" w:hAnsi="Poppins" w:cs="Poppins"/>
                <w:sz w:val="20"/>
              </w:rPr>
              <w:t>47,0</w:t>
            </w:r>
            <w:r w:rsidRPr="004E1F08">
              <w:rPr>
                <w:rFonts w:ascii="Poppins" w:hAnsi="Poppins" w:cs="Poppins"/>
                <w:sz w:val="20"/>
              </w:rPr>
              <w:t>/2,0 mm</w:t>
            </w:r>
          </w:p>
          <w:p w14:paraId="14A1D850" w14:textId="77777777" w:rsidR="00E87C49" w:rsidRPr="004E1F08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2FC01F25" w14:textId="27A26D15" w:rsidR="008046FF" w:rsidRPr="00CE5224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t>Marca Emmeti - Modello Guarnizione per tappo e riduzione 1" o equivalente.</w:t>
            </w:r>
          </w:p>
        </w:tc>
      </w:tr>
      <w:tr w:rsidR="008046FF" w14:paraId="2C3B1631" w14:textId="77777777" w:rsidTr="009E0D2F">
        <w:tc>
          <w:tcPr>
            <w:tcW w:w="1398" w:type="dxa"/>
          </w:tcPr>
          <w:p w14:paraId="46B8C7CD" w14:textId="6C494AC0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lastRenderedPageBreak/>
              <w:t>06230035</w:t>
            </w:r>
          </w:p>
        </w:tc>
        <w:tc>
          <w:tcPr>
            <w:tcW w:w="2297" w:type="dxa"/>
          </w:tcPr>
          <w:p w14:paraId="39D5E481" w14:textId="761F447B" w:rsidR="008046FF" w:rsidRPr="00BF5CBE" w:rsidRDefault="004E1F08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Guarnizione per tappo e riduzione 1"1/4</w:t>
            </w:r>
          </w:p>
        </w:tc>
        <w:tc>
          <w:tcPr>
            <w:tcW w:w="5803" w:type="dxa"/>
          </w:tcPr>
          <w:p w14:paraId="3B70B654" w14:textId="77777777" w:rsidR="00E87C49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Guarnizione per tappo e riduzione.</w:t>
            </w:r>
          </w:p>
          <w:p w14:paraId="67E42DA5" w14:textId="77777777" w:rsidR="00D67666" w:rsidRPr="004E1F08" w:rsidRDefault="00D67666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6E0F8237" w14:textId="7FE1E45E" w:rsidR="00E87C49" w:rsidRPr="004E1F08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Misura 1"</w:t>
            </w:r>
            <w:r>
              <w:rPr>
                <w:rFonts w:ascii="Poppins" w:hAnsi="Poppins" w:cs="Poppins"/>
                <w:sz w:val="20"/>
              </w:rPr>
              <w:t>1/4</w:t>
            </w:r>
            <w:r w:rsidRPr="004E1F08">
              <w:rPr>
                <w:rFonts w:ascii="Poppins" w:hAnsi="Poppins" w:cs="Poppins"/>
                <w:sz w:val="20"/>
              </w:rPr>
              <w:t>; 56,5/2,0 mm</w:t>
            </w:r>
          </w:p>
          <w:p w14:paraId="64035FAE" w14:textId="77777777" w:rsidR="00E87C49" w:rsidRPr="004E1F08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DAC0B51" w14:textId="707A7F08" w:rsidR="008046FF" w:rsidRPr="00CE5224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t>Marca Emmeti - Modello Guarnizione per tappo e riduzione 1"1/4 o equivalente.</w:t>
            </w:r>
          </w:p>
        </w:tc>
      </w:tr>
      <w:tr w:rsidR="008046FF" w14:paraId="626D0CE2" w14:textId="77777777" w:rsidTr="009E0D2F">
        <w:tc>
          <w:tcPr>
            <w:tcW w:w="1398" w:type="dxa"/>
          </w:tcPr>
          <w:p w14:paraId="5D0245BE" w14:textId="066266BB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06230030</w:t>
            </w:r>
          </w:p>
        </w:tc>
        <w:tc>
          <w:tcPr>
            <w:tcW w:w="2297" w:type="dxa"/>
          </w:tcPr>
          <w:p w14:paraId="3B3A73F9" w14:textId="3A329D30" w:rsidR="008046FF" w:rsidRPr="00083FA3" w:rsidRDefault="004E1F08" w:rsidP="00083FA3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Guarnizione per tappo e riduzione 1"</w:t>
            </w:r>
            <w:r>
              <w:rPr>
                <w:rFonts w:ascii="Poppins" w:hAnsi="Poppins" w:cs="Poppins"/>
                <w:sz w:val="20"/>
              </w:rPr>
              <w:t xml:space="preserve"> 42,5</w:t>
            </w:r>
            <w:r w:rsidR="00083FA3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mm</w:t>
            </w:r>
          </w:p>
        </w:tc>
        <w:tc>
          <w:tcPr>
            <w:tcW w:w="5803" w:type="dxa"/>
          </w:tcPr>
          <w:p w14:paraId="43132826" w14:textId="77777777" w:rsidR="00E87C49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>Guarnizione per tappo e riduzione.</w:t>
            </w:r>
          </w:p>
          <w:p w14:paraId="3E884C14" w14:textId="77777777" w:rsidR="00D67666" w:rsidRPr="004E1F08" w:rsidRDefault="00D67666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50F8160A" w14:textId="48BC925D" w:rsidR="00E87C49" w:rsidRPr="004E1F08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4E1F08">
              <w:rPr>
                <w:rFonts w:ascii="Poppins" w:hAnsi="Poppins" w:cs="Poppins"/>
                <w:sz w:val="20"/>
              </w:rPr>
              <w:t xml:space="preserve">Misura 1"; </w:t>
            </w:r>
            <w:r>
              <w:rPr>
                <w:rFonts w:ascii="Poppins" w:hAnsi="Poppins" w:cs="Poppins"/>
                <w:sz w:val="20"/>
              </w:rPr>
              <w:t>42</w:t>
            </w:r>
            <w:r w:rsidRPr="004E1F08">
              <w:rPr>
                <w:rFonts w:ascii="Poppins" w:hAnsi="Poppins" w:cs="Poppins"/>
                <w:sz w:val="20"/>
              </w:rPr>
              <w:t>,5/2,0 mm</w:t>
            </w:r>
          </w:p>
          <w:p w14:paraId="58726E79" w14:textId="77777777" w:rsidR="00E87C49" w:rsidRPr="004E1F08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C7FEB27" w14:textId="6526B8CA" w:rsidR="008046FF" w:rsidRPr="00CE5224" w:rsidRDefault="00E87C49" w:rsidP="00E87C49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t>Marca Emmeti - Modello Guarnizione per tappo e riduzione 1" 42,5</w:t>
            </w:r>
            <w:r w:rsidR="005B6FA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CE5224">
              <w:rPr>
                <w:rFonts w:ascii="Poppins" w:hAnsi="Poppins" w:cs="Poppins"/>
                <w:b/>
                <w:bCs/>
                <w:sz w:val="20"/>
              </w:rPr>
              <w:t>mm o equivalente.</w:t>
            </w:r>
          </w:p>
        </w:tc>
      </w:tr>
      <w:tr w:rsidR="008046FF" w14:paraId="48276D58" w14:textId="77777777" w:rsidTr="009E0D2F">
        <w:tc>
          <w:tcPr>
            <w:tcW w:w="1398" w:type="dxa"/>
          </w:tcPr>
          <w:p w14:paraId="7249751E" w14:textId="61F72C56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01220132</w:t>
            </w:r>
          </w:p>
        </w:tc>
        <w:tc>
          <w:tcPr>
            <w:tcW w:w="2297" w:type="dxa"/>
          </w:tcPr>
          <w:p w14:paraId="071EFE9B" w14:textId="6980FC2D" w:rsidR="008046FF" w:rsidRPr="00BF5CBE" w:rsidRDefault="00CE5224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E5224">
              <w:rPr>
                <w:rFonts w:ascii="Poppins" w:hAnsi="Poppins" w:cs="Poppins"/>
                <w:bCs/>
                <w:sz w:val="20"/>
              </w:rPr>
              <w:t>Rosetta bianca Misura 12</w:t>
            </w:r>
          </w:p>
        </w:tc>
        <w:tc>
          <w:tcPr>
            <w:tcW w:w="5803" w:type="dxa"/>
          </w:tcPr>
          <w:p w14:paraId="10593FBC" w14:textId="77777777" w:rsid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Rosetta bianca singola.</w:t>
            </w:r>
          </w:p>
          <w:p w14:paraId="7A684062" w14:textId="77777777" w:rsidR="005B6FAF" w:rsidRPr="00CE5224" w:rsidRDefault="005B6FAF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AEEBA4E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Pz confezione: 25</w:t>
            </w:r>
          </w:p>
          <w:p w14:paraId="436E2637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B1A39C7" w14:textId="73BCEAB0" w:rsidR="008046FF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t>Marca Emmeti - Modello Rosetta bianca Misura 12 o equivalente.</w:t>
            </w:r>
          </w:p>
        </w:tc>
      </w:tr>
      <w:tr w:rsidR="008046FF" w14:paraId="5AF52060" w14:textId="77777777" w:rsidTr="009E0D2F">
        <w:tc>
          <w:tcPr>
            <w:tcW w:w="1398" w:type="dxa"/>
          </w:tcPr>
          <w:p w14:paraId="70DDC09E" w14:textId="438DA987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01220134</w:t>
            </w:r>
          </w:p>
        </w:tc>
        <w:tc>
          <w:tcPr>
            <w:tcW w:w="2297" w:type="dxa"/>
          </w:tcPr>
          <w:p w14:paraId="06335926" w14:textId="117006DC" w:rsidR="008046FF" w:rsidRPr="00BF5CBE" w:rsidRDefault="00CE5224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E5224">
              <w:rPr>
                <w:rFonts w:ascii="Poppins" w:hAnsi="Poppins" w:cs="Poppins"/>
                <w:bCs/>
                <w:sz w:val="20"/>
              </w:rPr>
              <w:t>Rosetta bianca Misura 1</w:t>
            </w:r>
            <w:r>
              <w:rPr>
                <w:rFonts w:ascii="Poppins" w:hAnsi="Poppins" w:cs="Poppins"/>
                <w:bCs/>
                <w:sz w:val="20"/>
              </w:rPr>
              <w:t>4</w:t>
            </w:r>
          </w:p>
        </w:tc>
        <w:tc>
          <w:tcPr>
            <w:tcW w:w="5803" w:type="dxa"/>
          </w:tcPr>
          <w:p w14:paraId="0177ED7F" w14:textId="77777777" w:rsid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Rosetta bianca singola.</w:t>
            </w:r>
          </w:p>
          <w:p w14:paraId="31BEB411" w14:textId="77777777" w:rsidR="005B6FAF" w:rsidRPr="00CE5224" w:rsidRDefault="005B6FAF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0DECDB7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Pz confezione: 25</w:t>
            </w:r>
          </w:p>
          <w:p w14:paraId="2E86E89C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AEFC212" w14:textId="5F2C605E" w:rsidR="008046FF" w:rsidRPr="000A4E2B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t>Marca Emmeti - Modello Rosetta bianca Misura 1</w:t>
            </w:r>
            <w:r>
              <w:rPr>
                <w:rFonts w:ascii="Poppins" w:hAnsi="Poppins" w:cs="Poppins"/>
                <w:b/>
                <w:bCs/>
                <w:sz w:val="20"/>
              </w:rPr>
              <w:t>4</w:t>
            </w:r>
            <w:r w:rsidRPr="00CE5224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046FF" w14:paraId="3DF24CB9" w14:textId="77777777" w:rsidTr="009E0D2F">
        <w:tc>
          <w:tcPr>
            <w:tcW w:w="1398" w:type="dxa"/>
          </w:tcPr>
          <w:p w14:paraId="52497C2F" w14:textId="6679637F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01220136</w:t>
            </w:r>
          </w:p>
        </w:tc>
        <w:tc>
          <w:tcPr>
            <w:tcW w:w="2297" w:type="dxa"/>
          </w:tcPr>
          <w:p w14:paraId="682DECB7" w14:textId="68D8DCB1" w:rsidR="008046FF" w:rsidRPr="00BF5CBE" w:rsidRDefault="00CE5224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E5224">
              <w:rPr>
                <w:rFonts w:ascii="Poppins" w:hAnsi="Poppins" w:cs="Poppins"/>
                <w:bCs/>
                <w:sz w:val="20"/>
              </w:rPr>
              <w:t>Rosetta bianca Misura 1</w:t>
            </w:r>
            <w:r>
              <w:rPr>
                <w:rFonts w:ascii="Poppins" w:hAnsi="Poppins" w:cs="Poppins"/>
                <w:bCs/>
                <w:sz w:val="20"/>
              </w:rPr>
              <w:t>6</w:t>
            </w:r>
          </w:p>
        </w:tc>
        <w:tc>
          <w:tcPr>
            <w:tcW w:w="5803" w:type="dxa"/>
          </w:tcPr>
          <w:p w14:paraId="7ED349EF" w14:textId="77777777" w:rsid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Rosetta bianca singola.</w:t>
            </w:r>
          </w:p>
          <w:p w14:paraId="1B96B4B8" w14:textId="77777777" w:rsidR="005B6FAF" w:rsidRPr="00CE5224" w:rsidRDefault="005B6FAF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0AC84C37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Pz confezione: 25</w:t>
            </w:r>
          </w:p>
          <w:p w14:paraId="41208D28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DF19EC" w14:textId="257C901C" w:rsidR="008046FF" w:rsidRPr="000A4E2B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t>Marca Emmeti - Modello Rosetta bianca Misura 1</w:t>
            </w:r>
            <w:r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CE5224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046FF" w14:paraId="34E93267" w14:textId="77777777" w:rsidTr="009E0D2F">
        <w:tc>
          <w:tcPr>
            <w:tcW w:w="1398" w:type="dxa"/>
          </w:tcPr>
          <w:p w14:paraId="56230FBC" w14:textId="1C950021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01220138</w:t>
            </w:r>
          </w:p>
        </w:tc>
        <w:tc>
          <w:tcPr>
            <w:tcW w:w="2297" w:type="dxa"/>
          </w:tcPr>
          <w:p w14:paraId="1A1F765E" w14:textId="5F5688F9" w:rsidR="008046FF" w:rsidRPr="00BF5CBE" w:rsidRDefault="00CE5224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E5224">
              <w:rPr>
                <w:rFonts w:ascii="Poppins" w:hAnsi="Poppins" w:cs="Poppins"/>
                <w:bCs/>
                <w:sz w:val="20"/>
              </w:rPr>
              <w:t xml:space="preserve">Rosetta bianca Misura </w:t>
            </w:r>
            <w:r>
              <w:rPr>
                <w:rFonts w:ascii="Poppins" w:hAnsi="Poppins" w:cs="Poppins"/>
                <w:bCs/>
                <w:sz w:val="20"/>
              </w:rPr>
              <w:t>18 = 3/8”</w:t>
            </w:r>
          </w:p>
        </w:tc>
        <w:tc>
          <w:tcPr>
            <w:tcW w:w="5803" w:type="dxa"/>
          </w:tcPr>
          <w:p w14:paraId="402C2A21" w14:textId="77777777" w:rsid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Rosetta bianca singola.</w:t>
            </w:r>
          </w:p>
          <w:p w14:paraId="73B157C0" w14:textId="77777777" w:rsidR="005B6FAF" w:rsidRPr="00CE5224" w:rsidRDefault="005B6FAF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7958FF23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Pz confezione: 25</w:t>
            </w:r>
          </w:p>
          <w:p w14:paraId="6640E909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0CAA2C" w14:textId="5C663D09" w:rsidR="008046FF" w:rsidRPr="000A4E2B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t xml:space="preserve">Marca Emmeti - Modello Rosetta bianca Misura </w:t>
            </w:r>
            <w:r>
              <w:rPr>
                <w:rFonts w:ascii="Poppins" w:hAnsi="Poppins" w:cs="Poppins"/>
                <w:b/>
                <w:bCs/>
                <w:sz w:val="20"/>
              </w:rPr>
              <w:t>18 = 3/8”</w:t>
            </w:r>
            <w:r w:rsidRPr="00CE5224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8046FF" w14:paraId="7F65A2C2" w14:textId="77777777" w:rsidTr="009E0D2F">
        <w:tc>
          <w:tcPr>
            <w:tcW w:w="1398" w:type="dxa"/>
          </w:tcPr>
          <w:p w14:paraId="2894523E" w14:textId="00B55623" w:rsidR="008046FF" w:rsidRDefault="008046FF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01220142</w:t>
            </w:r>
          </w:p>
        </w:tc>
        <w:tc>
          <w:tcPr>
            <w:tcW w:w="2297" w:type="dxa"/>
          </w:tcPr>
          <w:p w14:paraId="5D23DF60" w14:textId="75CB43DC" w:rsidR="008046FF" w:rsidRPr="00BF5CBE" w:rsidRDefault="00CE5224" w:rsidP="008046F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CE5224">
              <w:rPr>
                <w:rFonts w:ascii="Poppins" w:hAnsi="Poppins" w:cs="Poppins"/>
                <w:bCs/>
                <w:sz w:val="20"/>
              </w:rPr>
              <w:t xml:space="preserve">Rosetta bianca Misura </w:t>
            </w:r>
            <w:r>
              <w:rPr>
                <w:rFonts w:ascii="Poppins" w:hAnsi="Poppins" w:cs="Poppins"/>
                <w:bCs/>
                <w:sz w:val="20"/>
              </w:rPr>
              <w:t>22 = 1/2"</w:t>
            </w:r>
          </w:p>
        </w:tc>
        <w:tc>
          <w:tcPr>
            <w:tcW w:w="5803" w:type="dxa"/>
          </w:tcPr>
          <w:p w14:paraId="1D2585CF" w14:textId="77777777" w:rsid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Rosetta bianca singola.</w:t>
            </w:r>
          </w:p>
          <w:p w14:paraId="172505AD" w14:textId="77777777" w:rsidR="005B6FAF" w:rsidRPr="00CE5224" w:rsidRDefault="005B6FAF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38B270C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sz w:val="20"/>
              </w:rPr>
              <w:t>Pz confezione: 25</w:t>
            </w:r>
          </w:p>
          <w:p w14:paraId="4C65D0D3" w14:textId="77777777" w:rsidR="00CE5224" w:rsidRPr="00CE5224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</w:p>
          <w:p w14:paraId="443D5152" w14:textId="42DBB5B9" w:rsidR="008046FF" w:rsidRPr="000A4E2B" w:rsidRDefault="00CE5224" w:rsidP="00CE5224">
            <w:pPr>
              <w:tabs>
                <w:tab w:val="left" w:pos="795"/>
              </w:tabs>
              <w:jc w:val="both"/>
              <w:rPr>
                <w:rFonts w:ascii="Poppins" w:hAnsi="Poppins" w:cs="Poppins"/>
                <w:sz w:val="20"/>
              </w:rPr>
            </w:pPr>
            <w:r w:rsidRPr="00CE5224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Rosetta bianca Misura </w:t>
            </w:r>
            <w:r>
              <w:rPr>
                <w:rFonts w:ascii="Poppins" w:hAnsi="Poppins" w:cs="Poppins"/>
                <w:b/>
                <w:bCs/>
                <w:sz w:val="20"/>
              </w:rPr>
              <w:t>22 = 1/2”</w:t>
            </w:r>
            <w:r w:rsidRPr="00CE5224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</w:tbl>
    <w:p w14:paraId="02EC9DDC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FD7E2" w14:textId="77777777" w:rsidR="00591B69" w:rsidRDefault="00591B69">
      <w:r>
        <w:separator/>
      </w:r>
    </w:p>
  </w:endnote>
  <w:endnote w:type="continuationSeparator" w:id="0">
    <w:p w14:paraId="3FDA3F7D" w14:textId="77777777" w:rsidR="00591B69" w:rsidRDefault="0059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02C31" w14:textId="77777777" w:rsidR="00A07184" w:rsidRDefault="00A07184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A07184" w14:paraId="05C7E41A" w14:textId="77777777" w:rsidTr="004706FD">
      <w:tc>
        <w:tcPr>
          <w:tcW w:w="4534" w:type="dxa"/>
        </w:tcPr>
        <w:p w14:paraId="3B8C16B6" w14:textId="5097FCDE" w:rsidR="00A658F8" w:rsidRPr="00C86331" w:rsidRDefault="00032D54" w:rsidP="00A658F8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>
            <w:rPr>
              <w:rFonts w:ascii="Poppins" w:hAnsi="Poppins" w:cs="Poppins"/>
              <w:iCs/>
              <w:sz w:val="16"/>
            </w:rPr>
            <w:t>Accessori</w:t>
          </w:r>
        </w:p>
      </w:tc>
      <w:tc>
        <w:tcPr>
          <w:tcW w:w="5176" w:type="dxa"/>
        </w:tcPr>
        <w:p w14:paraId="085025D4" w14:textId="5D937E45" w:rsidR="00A07184" w:rsidRPr="00EC29FF" w:rsidRDefault="00A07184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5B6FAF">
            <w:rPr>
              <w:rFonts w:ascii="Poppins" w:hAnsi="Poppins" w:cs="Poppins"/>
              <w:noProof/>
              <w:sz w:val="14"/>
              <w:szCs w:val="14"/>
            </w:rPr>
            <w:t>5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08661C1" w14:textId="77777777" w:rsidR="00A07184" w:rsidRPr="005C61B9" w:rsidRDefault="00A07184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2AF2A6E" wp14:editId="54FB9447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E7D01" w14:textId="77777777" w:rsidR="00591B69" w:rsidRDefault="00591B69">
      <w:r>
        <w:separator/>
      </w:r>
    </w:p>
  </w:footnote>
  <w:footnote w:type="continuationSeparator" w:id="0">
    <w:p w14:paraId="73FFF882" w14:textId="77777777" w:rsidR="00591B69" w:rsidRDefault="00591B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36CF8" w14:textId="77777777" w:rsidR="00A07184" w:rsidRDefault="00A07184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28FF0E00" wp14:editId="5BC8D563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7D682BA0" w14:textId="77777777" w:rsidR="00A07184" w:rsidRPr="00D440AE" w:rsidRDefault="00A07184" w:rsidP="00CC31A7">
    <w:pPr>
      <w:pStyle w:val="Intestazione"/>
      <w:jc w:val="center"/>
      <w:rPr>
        <w:sz w:val="16"/>
        <w:szCs w:val="16"/>
      </w:rPr>
    </w:pPr>
  </w:p>
  <w:p w14:paraId="205E888C" w14:textId="77777777" w:rsidR="00A07184" w:rsidRPr="00D440AE" w:rsidRDefault="00A07184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B4470"/>
    <w:multiLevelType w:val="hybridMultilevel"/>
    <w:tmpl w:val="16C4D37E"/>
    <w:lvl w:ilvl="0" w:tplc="019E5A4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D1C2F"/>
    <w:multiLevelType w:val="hybridMultilevel"/>
    <w:tmpl w:val="1B62ED14"/>
    <w:lvl w:ilvl="0" w:tplc="019E5A4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B4D4A"/>
    <w:multiLevelType w:val="hybridMultilevel"/>
    <w:tmpl w:val="AEC43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965846">
    <w:abstractNumId w:val="1"/>
  </w:num>
  <w:num w:numId="2" w16cid:durableId="776877081">
    <w:abstractNumId w:val="2"/>
  </w:num>
  <w:num w:numId="3" w16cid:durableId="82929622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32D54"/>
    <w:rsid w:val="00033CED"/>
    <w:rsid w:val="000444A0"/>
    <w:rsid w:val="0006784D"/>
    <w:rsid w:val="00070752"/>
    <w:rsid w:val="00083FA3"/>
    <w:rsid w:val="0009136B"/>
    <w:rsid w:val="000A41FB"/>
    <w:rsid w:val="000A482F"/>
    <w:rsid w:val="000A4E2B"/>
    <w:rsid w:val="000B664B"/>
    <w:rsid w:val="000B6932"/>
    <w:rsid w:val="000B74DE"/>
    <w:rsid w:val="000C52FA"/>
    <w:rsid w:val="000D7D0E"/>
    <w:rsid w:val="000E4AE8"/>
    <w:rsid w:val="000F7A52"/>
    <w:rsid w:val="00103A0D"/>
    <w:rsid w:val="00117A0E"/>
    <w:rsid w:val="00121AF5"/>
    <w:rsid w:val="00135150"/>
    <w:rsid w:val="001441C6"/>
    <w:rsid w:val="001450AB"/>
    <w:rsid w:val="001462C1"/>
    <w:rsid w:val="001620E3"/>
    <w:rsid w:val="00171DAE"/>
    <w:rsid w:val="00195A49"/>
    <w:rsid w:val="001A4949"/>
    <w:rsid w:val="001A5581"/>
    <w:rsid w:val="001D365F"/>
    <w:rsid w:val="001D4435"/>
    <w:rsid w:val="001E5835"/>
    <w:rsid w:val="001E6403"/>
    <w:rsid w:val="001F782F"/>
    <w:rsid w:val="002017F6"/>
    <w:rsid w:val="0023000E"/>
    <w:rsid w:val="002346C2"/>
    <w:rsid w:val="00264BCF"/>
    <w:rsid w:val="0028448D"/>
    <w:rsid w:val="00285A03"/>
    <w:rsid w:val="002862D2"/>
    <w:rsid w:val="002B5D63"/>
    <w:rsid w:val="002D3D7C"/>
    <w:rsid w:val="002D4841"/>
    <w:rsid w:val="002F7EEA"/>
    <w:rsid w:val="00304518"/>
    <w:rsid w:val="00310D11"/>
    <w:rsid w:val="0032752D"/>
    <w:rsid w:val="003333BC"/>
    <w:rsid w:val="00342A6B"/>
    <w:rsid w:val="00344430"/>
    <w:rsid w:val="00350CA2"/>
    <w:rsid w:val="003524C7"/>
    <w:rsid w:val="003557A4"/>
    <w:rsid w:val="00357812"/>
    <w:rsid w:val="00365710"/>
    <w:rsid w:val="00367560"/>
    <w:rsid w:val="00372ECE"/>
    <w:rsid w:val="00393AAE"/>
    <w:rsid w:val="003A3CC9"/>
    <w:rsid w:val="003A59DA"/>
    <w:rsid w:val="003B0FFE"/>
    <w:rsid w:val="003D4BE3"/>
    <w:rsid w:val="003E06FD"/>
    <w:rsid w:val="004272FC"/>
    <w:rsid w:val="00431388"/>
    <w:rsid w:val="00433C12"/>
    <w:rsid w:val="0044592F"/>
    <w:rsid w:val="00447EFC"/>
    <w:rsid w:val="004706FD"/>
    <w:rsid w:val="00474537"/>
    <w:rsid w:val="0048382E"/>
    <w:rsid w:val="00487C90"/>
    <w:rsid w:val="004A1CB1"/>
    <w:rsid w:val="004C1C12"/>
    <w:rsid w:val="004E1F08"/>
    <w:rsid w:val="004E2D75"/>
    <w:rsid w:val="004F1A26"/>
    <w:rsid w:val="004F4865"/>
    <w:rsid w:val="005019CC"/>
    <w:rsid w:val="00520F05"/>
    <w:rsid w:val="005235FA"/>
    <w:rsid w:val="00525BAE"/>
    <w:rsid w:val="00530F9B"/>
    <w:rsid w:val="005315F1"/>
    <w:rsid w:val="00536743"/>
    <w:rsid w:val="0054295B"/>
    <w:rsid w:val="00562D44"/>
    <w:rsid w:val="00562E55"/>
    <w:rsid w:val="00571F32"/>
    <w:rsid w:val="00584984"/>
    <w:rsid w:val="00591B69"/>
    <w:rsid w:val="005964D5"/>
    <w:rsid w:val="005B6FAF"/>
    <w:rsid w:val="005C61B9"/>
    <w:rsid w:val="005D04C8"/>
    <w:rsid w:val="005D31B9"/>
    <w:rsid w:val="005D325D"/>
    <w:rsid w:val="005E1169"/>
    <w:rsid w:val="005E36F7"/>
    <w:rsid w:val="006015C2"/>
    <w:rsid w:val="006040F5"/>
    <w:rsid w:val="00610639"/>
    <w:rsid w:val="00620C00"/>
    <w:rsid w:val="00641C0E"/>
    <w:rsid w:val="006632D8"/>
    <w:rsid w:val="00665813"/>
    <w:rsid w:val="00677A68"/>
    <w:rsid w:val="00690CC4"/>
    <w:rsid w:val="006B218C"/>
    <w:rsid w:val="006B29B1"/>
    <w:rsid w:val="006C14CB"/>
    <w:rsid w:val="006C2BE4"/>
    <w:rsid w:val="006D044B"/>
    <w:rsid w:val="006D4FDF"/>
    <w:rsid w:val="006E5C4B"/>
    <w:rsid w:val="006E6F9C"/>
    <w:rsid w:val="006F1812"/>
    <w:rsid w:val="006F5009"/>
    <w:rsid w:val="006F6AB3"/>
    <w:rsid w:val="00710BB8"/>
    <w:rsid w:val="0072148A"/>
    <w:rsid w:val="00727388"/>
    <w:rsid w:val="0073789C"/>
    <w:rsid w:val="00745AB1"/>
    <w:rsid w:val="0074712F"/>
    <w:rsid w:val="00757AC7"/>
    <w:rsid w:val="00782096"/>
    <w:rsid w:val="007B5BA3"/>
    <w:rsid w:val="007D5EC7"/>
    <w:rsid w:val="007E6797"/>
    <w:rsid w:val="007E6E02"/>
    <w:rsid w:val="007E7665"/>
    <w:rsid w:val="007F4841"/>
    <w:rsid w:val="008014DD"/>
    <w:rsid w:val="0080323F"/>
    <w:rsid w:val="008046FF"/>
    <w:rsid w:val="00825023"/>
    <w:rsid w:val="00830828"/>
    <w:rsid w:val="00844BBC"/>
    <w:rsid w:val="00845A59"/>
    <w:rsid w:val="008574C8"/>
    <w:rsid w:val="00867692"/>
    <w:rsid w:val="008804CB"/>
    <w:rsid w:val="00882947"/>
    <w:rsid w:val="00887902"/>
    <w:rsid w:val="008A24E3"/>
    <w:rsid w:val="008A2C0A"/>
    <w:rsid w:val="008A5948"/>
    <w:rsid w:val="008B5587"/>
    <w:rsid w:val="008C2F88"/>
    <w:rsid w:val="008E5212"/>
    <w:rsid w:val="009027D5"/>
    <w:rsid w:val="00904071"/>
    <w:rsid w:val="009059BB"/>
    <w:rsid w:val="00923354"/>
    <w:rsid w:val="00931A8A"/>
    <w:rsid w:val="00936F47"/>
    <w:rsid w:val="0094047C"/>
    <w:rsid w:val="00942B09"/>
    <w:rsid w:val="009832B0"/>
    <w:rsid w:val="00992282"/>
    <w:rsid w:val="0099452E"/>
    <w:rsid w:val="009A219D"/>
    <w:rsid w:val="009A7A22"/>
    <w:rsid w:val="009B37F1"/>
    <w:rsid w:val="009B5CFD"/>
    <w:rsid w:val="009C1166"/>
    <w:rsid w:val="009C1918"/>
    <w:rsid w:val="009C7E2E"/>
    <w:rsid w:val="009D1085"/>
    <w:rsid w:val="009D3135"/>
    <w:rsid w:val="009D51C1"/>
    <w:rsid w:val="009D54F1"/>
    <w:rsid w:val="009D6327"/>
    <w:rsid w:val="009E07DC"/>
    <w:rsid w:val="009E0D2F"/>
    <w:rsid w:val="009E250A"/>
    <w:rsid w:val="009E2742"/>
    <w:rsid w:val="009F065E"/>
    <w:rsid w:val="00A04235"/>
    <w:rsid w:val="00A06A5E"/>
    <w:rsid w:val="00A07184"/>
    <w:rsid w:val="00A1035B"/>
    <w:rsid w:val="00A156B9"/>
    <w:rsid w:val="00A16A8D"/>
    <w:rsid w:val="00A216E2"/>
    <w:rsid w:val="00A24BF3"/>
    <w:rsid w:val="00A62A77"/>
    <w:rsid w:val="00A658F8"/>
    <w:rsid w:val="00A743FF"/>
    <w:rsid w:val="00A82E78"/>
    <w:rsid w:val="00AC0741"/>
    <w:rsid w:val="00AD05EC"/>
    <w:rsid w:val="00AD1706"/>
    <w:rsid w:val="00AD56E3"/>
    <w:rsid w:val="00AF350C"/>
    <w:rsid w:val="00AF57DC"/>
    <w:rsid w:val="00AF62E7"/>
    <w:rsid w:val="00B13400"/>
    <w:rsid w:val="00B406A9"/>
    <w:rsid w:val="00B7475F"/>
    <w:rsid w:val="00B90846"/>
    <w:rsid w:val="00B93CD1"/>
    <w:rsid w:val="00BB0104"/>
    <w:rsid w:val="00BB2A5B"/>
    <w:rsid w:val="00BD14D8"/>
    <w:rsid w:val="00BD731B"/>
    <w:rsid w:val="00BE4800"/>
    <w:rsid w:val="00BF1E16"/>
    <w:rsid w:val="00BF5CBE"/>
    <w:rsid w:val="00C011BA"/>
    <w:rsid w:val="00C02E1C"/>
    <w:rsid w:val="00C055AD"/>
    <w:rsid w:val="00C203AE"/>
    <w:rsid w:val="00C233C1"/>
    <w:rsid w:val="00C25698"/>
    <w:rsid w:val="00C27DFF"/>
    <w:rsid w:val="00C36C55"/>
    <w:rsid w:val="00C437EE"/>
    <w:rsid w:val="00C51693"/>
    <w:rsid w:val="00C55FF9"/>
    <w:rsid w:val="00C821EF"/>
    <w:rsid w:val="00C86331"/>
    <w:rsid w:val="00C93402"/>
    <w:rsid w:val="00C939B1"/>
    <w:rsid w:val="00CB1475"/>
    <w:rsid w:val="00CC31A7"/>
    <w:rsid w:val="00CE5224"/>
    <w:rsid w:val="00CE7C2F"/>
    <w:rsid w:val="00D061A5"/>
    <w:rsid w:val="00D111CC"/>
    <w:rsid w:val="00D178ED"/>
    <w:rsid w:val="00D17F30"/>
    <w:rsid w:val="00D2119B"/>
    <w:rsid w:val="00D229AF"/>
    <w:rsid w:val="00D238BA"/>
    <w:rsid w:val="00D26FD9"/>
    <w:rsid w:val="00D440AE"/>
    <w:rsid w:val="00D44371"/>
    <w:rsid w:val="00D57F63"/>
    <w:rsid w:val="00D62BDF"/>
    <w:rsid w:val="00D67666"/>
    <w:rsid w:val="00D832BB"/>
    <w:rsid w:val="00D902A4"/>
    <w:rsid w:val="00DA3646"/>
    <w:rsid w:val="00DD2E16"/>
    <w:rsid w:val="00DD3B16"/>
    <w:rsid w:val="00DE5C0B"/>
    <w:rsid w:val="00E07577"/>
    <w:rsid w:val="00E17A38"/>
    <w:rsid w:val="00E305EE"/>
    <w:rsid w:val="00E36C49"/>
    <w:rsid w:val="00E42389"/>
    <w:rsid w:val="00E468A9"/>
    <w:rsid w:val="00E5632D"/>
    <w:rsid w:val="00E578D8"/>
    <w:rsid w:val="00E7391C"/>
    <w:rsid w:val="00E87C49"/>
    <w:rsid w:val="00E94BE3"/>
    <w:rsid w:val="00E958E5"/>
    <w:rsid w:val="00EA01C8"/>
    <w:rsid w:val="00EB33B9"/>
    <w:rsid w:val="00EC29FF"/>
    <w:rsid w:val="00ED24CF"/>
    <w:rsid w:val="00ED7E45"/>
    <w:rsid w:val="00EF73E5"/>
    <w:rsid w:val="00F12749"/>
    <w:rsid w:val="00F50F65"/>
    <w:rsid w:val="00F53758"/>
    <w:rsid w:val="00F60A08"/>
    <w:rsid w:val="00F74191"/>
    <w:rsid w:val="00F74324"/>
    <w:rsid w:val="00F7529E"/>
    <w:rsid w:val="00F86E71"/>
    <w:rsid w:val="00FD02BC"/>
    <w:rsid w:val="00FD255D"/>
    <w:rsid w:val="00FF1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76A4F8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99826-2E42-4F02-A2A2-6BC431351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5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5734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7</cp:revision>
  <cp:lastPrinted>2013-11-14T13:48:00Z</cp:lastPrinted>
  <dcterms:created xsi:type="dcterms:W3CDTF">2024-04-03T13:32:00Z</dcterms:created>
  <dcterms:modified xsi:type="dcterms:W3CDTF">2024-04-03T13:35:00Z</dcterms:modified>
</cp:coreProperties>
</file>